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Default="00AA1495" w:rsidP="00AA1495"/>
    <w:p w14:paraId="115BAA19" w14:textId="77777777" w:rsidR="00831E14" w:rsidRDefault="00831E14" w:rsidP="00AA1495"/>
    <w:p w14:paraId="049940DA" w14:textId="77777777" w:rsidR="00831E14" w:rsidRDefault="00831E14" w:rsidP="00AA1495"/>
    <w:p w14:paraId="06598E6A" w14:textId="77777777" w:rsidR="00831E14" w:rsidRDefault="00831E14" w:rsidP="00AA1495"/>
    <w:p w14:paraId="0934D0AB" w14:textId="5EBAA719" w:rsidR="00C76A1D" w:rsidRPr="001606D7" w:rsidRDefault="00C76A1D" w:rsidP="00C76A1D">
      <w:pPr>
        <w:pStyle w:val="Default"/>
        <w:rPr>
          <w:sz w:val="20"/>
          <w:szCs w:val="20"/>
          <w:u w:val="none"/>
          <w:lang w:val="nl-NL"/>
        </w:rPr>
      </w:pPr>
      <w:r w:rsidRPr="001606D7">
        <w:rPr>
          <w:b/>
          <w:bCs/>
          <w:sz w:val="20"/>
          <w:szCs w:val="20"/>
          <w:u w:val="none"/>
          <w:lang w:val="nl-NL"/>
        </w:rPr>
        <w:t>Themaverhaal</w:t>
      </w:r>
    </w:p>
    <w:p w14:paraId="4A35E5B2" w14:textId="77777777" w:rsidR="00C76A1D" w:rsidRPr="001606D7" w:rsidRDefault="00C76A1D" w:rsidP="00C76A1D">
      <w:pPr>
        <w:pStyle w:val="Default"/>
        <w:rPr>
          <w:sz w:val="20"/>
          <w:szCs w:val="20"/>
          <w:u w:val="none"/>
          <w:lang w:val="nl-NL"/>
        </w:rPr>
      </w:pPr>
      <w:r w:rsidRPr="001606D7">
        <w:rPr>
          <w:sz w:val="20"/>
          <w:szCs w:val="20"/>
          <w:u w:val="none"/>
          <w:lang w:val="nl-NL"/>
        </w:rPr>
        <w:t xml:space="preserve">Chil hangt hoog boven de Jungle en kijkt vanuit zijn vlucht eens naar beneden... En ziet ineens gevaar! Hij moet vanuit grote hoogte de andere dieren waarschuwen voor Shere Khan. Gelukkig hebben ze laatst exact dit geoefend, en hebben ze een taal afgesproken zodat hij berichten van grote afstand door kon geven. Hij flappert met zijn vleugels in allemaal verschillende standen. “Ik hoop maar dat de rest nog weet wat het allemaal betekend” </w:t>
      </w:r>
    </w:p>
    <w:p w14:paraId="3187D967" w14:textId="77777777" w:rsidR="00C76A1D" w:rsidRPr="001606D7" w:rsidRDefault="00C76A1D" w:rsidP="00C76A1D">
      <w:pPr>
        <w:pStyle w:val="Default"/>
        <w:rPr>
          <w:sz w:val="20"/>
          <w:szCs w:val="20"/>
          <w:u w:val="none"/>
          <w:lang w:val="nl-NL"/>
        </w:rPr>
      </w:pPr>
    </w:p>
    <w:p w14:paraId="10B9B2A3" w14:textId="35A2FE8A" w:rsidR="00C76A1D" w:rsidRPr="001606D7" w:rsidRDefault="00C76A1D" w:rsidP="00C76A1D">
      <w:pPr>
        <w:pStyle w:val="Default"/>
        <w:rPr>
          <w:sz w:val="20"/>
          <w:szCs w:val="20"/>
          <w:u w:val="none"/>
          <w:lang w:val="nl-NL"/>
        </w:rPr>
      </w:pPr>
      <w:r w:rsidRPr="001606D7">
        <w:rPr>
          <w:b/>
          <w:bCs/>
          <w:sz w:val="20"/>
          <w:szCs w:val="20"/>
          <w:u w:val="none"/>
          <w:lang w:val="nl-NL"/>
        </w:rPr>
        <w:t>Activiteit</w:t>
      </w:r>
    </w:p>
    <w:p w14:paraId="40FB5BA6" w14:textId="3F06C9F1" w:rsidR="00AA1495" w:rsidRPr="001606D7" w:rsidRDefault="00C76A1D" w:rsidP="00C76A1D">
      <w:pPr>
        <w:pStyle w:val="NoSpacing"/>
        <w:rPr>
          <w:sz w:val="20"/>
          <w:szCs w:val="20"/>
        </w:rPr>
      </w:pPr>
      <w:r w:rsidRPr="001606D7">
        <w:rPr>
          <w:sz w:val="20"/>
          <w:szCs w:val="20"/>
        </w:rPr>
        <w:t>Split de welpen op in meerdere groepjes van minimaal 3 welpen per groep, en geef elk groepje 2 vlaggen, en 2 semafooralfabetten. Split de groepjes vervolgens weer in tweeën (minimaal 2 met 1 alfabet en 2 vlaggen, en 1 met alleen 1 alfabet), en zet ze een stuk uit elkaar. De welpen met het alfabet en de vlaggen krijgen een zin. Deze moeten ze samen letter voor letter uitbeelden. De andere welpen met alleen een alfabet (die op een afstandje staat), moet deze vlag standen weer proberen te ontcijferen.</w:t>
      </w:r>
    </w:p>
    <w:p w14:paraId="48BF9CF1" w14:textId="77777777" w:rsidR="009661B8" w:rsidRPr="001606D7" w:rsidRDefault="009661B8" w:rsidP="00C76A1D">
      <w:pPr>
        <w:pStyle w:val="NoSpacing"/>
        <w:rPr>
          <w:sz w:val="20"/>
          <w:szCs w:val="20"/>
        </w:rPr>
      </w:pPr>
    </w:p>
    <w:p w14:paraId="753C6969" w14:textId="77777777" w:rsidR="009661B8" w:rsidRPr="001606D7" w:rsidRDefault="009661B8" w:rsidP="009661B8">
      <w:pPr>
        <w:pStyle w:val="Default"/>
        <w:rPr>
          <w:b/>
          <w:bCs/>
          <w:sz w:val="20"/>
          <w:szCs w:val="20"/>
          <w:u w:val="none"/>
          <w:lang w:val="nl-NL"/>
        </w:rPr>
      </w:pPr>
      <w:r w:rsidRPr="001606D7">
        <w:rPr>
          <w:b/>
          <w:bCs/>
          <w:sz w:val="20"/>
          <w:szCs w:val="20"/>
          <w:u w:val="none"/>
          <w:lang w:val="nl-NL"/>
        </w:rPr>
        <w:t xml:space="preserve">Benodigdheden </w:t>
      </w:r>
    </w:p>
    <w:p w14:paraId="381351AD" w14:textId="42D77148" w:rsidR="009661B8" w:rsidRPr="001606D7" w:rsidRDefault="009661B8" w:rsidP="009661B8">
      <w:pPr>
        <w:pStyle w:val="Default"/>
        <w:numPr>
          <w:ilvl w:val="0"/>
          <w:numId w:val="4"/>
        </w:numPr>
        <w:rPr>
          <w:sz w:val="20"/>
          <w:szCs w:val="20"/>
          <w:u w:val="none"/>
          <w:lang w:val="nl-NL"/>
        </w:rPr>
      </w:pPr>
      <w:r w:rsidRPr="001606D7">
        <w:rPr>
          <w:sz w:val="20"/>
          <w:szCs w:val="20"/>
          <w:u w:val="none"/>
          <w:lang w:val="nl-NL"/>
        </w:rPr>
        <w:t>Per groepje:</w:t>
      </w:r>
    </w:p>
    <w:p w14:paraId="4F5903BF" w14:textId="72B3EA48" w:rsidR="009661B8" w:rsidRPr="001606D7" w:rsidRDefault="009661B8" w:rsidP="009661B8">
      <w:pPr>
        <w:pStyle w:val="Default"/>
        <w:numPr>
          <w:ilvl w:val="1"/>
          <w:numId w:val="4"/>
        </w:numPr>
        <w:rPr>
          <w:sz w:val="20"/>
          <w:szCs w:val="20"/>
          <w:u w:val="none"/>
          <w:lang w:val="nl-NL"/>
        </w:rPr>
      </w:pPr>
      <w:r w:rsidRPr="001606D7">
        <w:rPr>
          <w:sz w:val="20"/>
          <w:szCs w:val="20"/>
          <w:u w:val="none"/>
          <w:lang w:val="nl-NL"/>
        </w:rPr>
        <w:t>2 semafoorvlaggen</w:t>
      </w:r>
    </w:p>
    <w:p w14:paraId="63710C12" w14:textId="680B49B4" w:rsidR="00C76A1D" w:rsidRPr="001606D7" w:rsidRDefault="009661B8" w:rsidP="00785D01">
      <w:pPr>
        <w:pStyle w:val="Default"/>
        <w:numPr>
          <w:ilvl w:val="1"/>
          <w:numId w:val="4"/>
        </w:numPr>
        <w:rPr>
          <w:sz w:val="20"/>
          <w:szCs w:val="20"/>
          <w:lang w:val="nl-NL"/>
        </w:rPr>
      </w:pPr>
      <w:r w:rsidRPr="001606D7">
        <w:rPr>
          <w:sz w:val="20"/>
          <w:szCs w:val="20"/>
          <w:u w:val="none"/>
          <w:lang w:val="nl-NL"/>
        </w:rPr>
        <w:t>2 semafooralfabetten</w:t>
      </w:r>
    </w:p>
    <w:p w14:paraId="5F7B1746" w14:textId="77777777" w:rsidR="009661B8" w:rsidRPr="001606D7" w:rsidRDefault="009661B8" w:rsidP="009661B8">
      <w:pPr>
        <w:pStyle w:val="Default"/>
        <w:rPr>
          <w:sz w:val="20"/>
          <w:szCs w:val="20"/>
          <w:lang w:val="nl-NL"/>
        </w:rPr>
      </w:pPr>
    </w:p>
    <w:p w14:paraId="3C80BEE7" w14:textId="641EFC09" w:rsidR="00C76A1D" w:rsidRPr="001606D7" w:rsidRDefault="00C76A1D" w:rsidP="00C76A1D">
      <w:pPr>
        <w:pStyle w:val="NoSpacing"/>
        <w:rPr>
          <w:b/>
          <w:bCs/>
          <w:sz w:val="20"/>
          <w:szCs w:val="20"/>
        </w:rPr>
      </w:pPr>
      <w:r w:rsidRPr="001606D7">
        <w:rPr>
          <w:b/>
          <w:bCs/>
          <w:sz w:val="20"/>
          <w:szCs w:val="20"/>
        </w:rPr>
        <w:t>Activiteitengebieden</w:t>
      </w:r>
    </w:p>
    <w:p w14:paraId="05F7B8F7" w14:textId="0C3EABEB" w:rsidR="008B23FF" w:rsidRPr="001606D7" w:rsidRDefault="00584DCE" w:rsidP="004A374F">
      <w:pPr>
        <w:pStyle w:val="NoSpacing"/>
        <w:numPr>
          <w:ilvl w:val="0"/>
          <w:numId w:val="1"/>
        </w:numPr>
      </w:pPr>
      <w:r w:rsidRPr="001606D7">
        <w:rPr>
          <w:sz w:val="20"/>
          <w:szCs w:val="20"/>
        </w:rPr>
        <w:t>Uitdagende scoutingtechnieken</w:t>
      </w:r>
    </w:p>
    <w:sectPr w:rsidR="008B23FF" w:rsidRPr="001606D7"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12F3DA" w14:textId="77777777" w:rsidR="00971E20" w:rsidRDefault="00971E20" w:rsidP="00AA1495">
      <w:pPr>
        <w:spacing w:line="240" w:lineRule="auto"/>
      </w:pPr>
      <w:r>
        <w:separator/>
      </w:r>
    </w:p>
  </w:endnote>
  <w:endnote w:type="continuationSeparator" w:id="0">
    <w:p w14:paraId="2F6D42B1" w14:textId="77777777" w:rsidR="00971E20" w:rsidRDefault="00971E20"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72661" w14:textId="77777777" w:rsidR="00971E20" w:rsidRDefault="00971E20" w:rsidP="00AA1495">
      <w:pPr>
        <w:spacing w:line="240" w:lineRule="auto"/>
      </w:pPr>
      <w:r>
        <w:separator/>
      </w:r>
    </w:p>
  </w:footnote>
  <w:footnote w:type="continuationSeparator" w:id="0">
    <w:p w14:paraId="610AF1E9" w14:textId="77777777" w:rsidR="00971E20" w:rsidRDefault="00971E20"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732071D0" w:rsidR="00831E14" w:rsidRPr="008B23FF" w:rsidRDefault="00C76A1D" w:rsidP="00831E14">
    <w:pPr>
      <w:pStyle w:val="Title"/>
      <w:rPr>
        <w:color w:val="FFFFFF" w:themeColor="background1"/>
      </w:rPr>
    </w:pPr>
    <w:r>
      <w:rPr>
        <w:color w:val="FFFFFF" w:themeColor="background1"/>
      </w:rPr>
      <w:t xml:space="preserve">Seinen als </w:t>
    </w:r>
    <w:r>
      <w:rPr>
        <w:color w:val="FFFFFF" w:themeColor="background1"/>
      </w:rPr>
      <w:t>Chil</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5F7C4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E561337"/>
    <w:multiLevelType w:val="hybridMultilevel"/>
    <w:tmpl w:val="25DE37AC"/>
    <w:lvl w:ilvl="0" w:tplc="370E5CCA">
      <w:numFmt w:val="bullet"/>
      <w:lvlText w:val=""/>
      <w:lvlJc w:val="left"/>
      <w:pPr>
        <w:ind w:left="720" w:hanging="360"/>
      </w:pPr>
      <w:rPr>
        <w:rFonts w:ascii="Symbol" w:eastAsiaTheme="minorHAnsi"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FA04E03"/>
    <w:multiLevelType w:val="hybridMultilevel"/>
    <w:tmpl w:val="991677D2"/>
    <w:lvl w:ilvl="0" w:tplc="247025BA">
      <w:numFmt w:val="bullet"/>
      <w:lvlText w:val=""/>
      <w:lvlJc w:val="left"/>
      <w:pPr>
        <w:ind w:left="720" w:hanging="360"/>
      </w:pPr>
      <w:rPr>
        <w:rFonts w:ascii="Symbol" w:eastAsiaTheme="minorHAnsi" w:hAnsi="Symbol" w:cstheme="minorBidi"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FE10564"/>
    <w:multiLevelType w:val="hybridMultilevel"/>
    <w:tmpl w:val="F0EC50EA"/>
    <w:lvl w:ilvl="0" w:tplc="D8A243FE">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21836101">
    <w:abstractNumId w:val="2"/>
  </w:num>
  <w:num w:numId="2" w16cid:durableId="974065357">
    <w:abstractNumId w:val="0"/>
  </w:num>
  <w:num w:numId="3" w16cid:durableId="1854764816">
    <w:abstractNumId w:val="3"/>
  </w:num>
  <w:num w:numId="4" w16cid:durableId="20807837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1068AA"/>
    <w:rsid w:val="001606D7"/>
    <w:rsid w:val="001B594A"/>
    <w:rsid w:val="00302AD2"/>
    <w:rsid w:val="00440466"/>
    <w:rsid w:val="004A374F"/>
    <w:rsid w:val="004F1D93"/>
    <w:rsid w:val="005153E6"/>
    <w:rsid w:val="005837D4"/>
    <w:rsid w:val="00584DCE"/>
    <w:rsid w:val="005E31B0"/>
    <w:rsid w:val="005F597E"/>
    <w:rsid w:val="00656311"/>
    <w:rsid w:val="006D1E8C"/>
    <w:rsid w:val="00701AE7"/>
    <w:rsid w:val="00751D92"/>
    <w:rsid w:val="00790541"/>
    <w:rsid w:val="00831E14"/>
    <w:rsid w:val="00835635"/>
    <w:rsid w:val="008B23FF"/>
    <w:rsid w:val="008D301C"/>
    <w:rsid w:val="009661B8"/>
    <w:rsid w:val="00971E20"/>
    <w:rsid w:val="009839E5"/>
    <w:rsid w:val="009B1B2C"/>
    <w:rsid w:val="00A15E9C"/>
    <w:rsid w:val="00A61FF3"/>
    <w:rsid w:val="00AA1495"/>
    <w:rsid w:val="00BB3528"/>
    <w:rsid w:val="00C76A1D"/>
    <w:rsid w:val="00CC37B9"/>
    <w:rsid w:val="00EA6601"/>
    <w:rsid w:val="00EF4AA1"/>
    <w:rsid w:val="00EF5140"/>
    <w:rsid w:val="00F236FC"/>
    <w:rsid w:val="00F9471A"/>
    <w:rsid w:val="00FA0F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C76A1D"/>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0</TotalTime>
  <Pages>1</Pages>
  <Words>163</Words>
  <Characters>932</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2025-09-05T09:02:00Z</cp:lastPrinted>
  <dcterms:created xsi:type="dcterms:W3CDTF">2025-09-05T09:02:00Z</dcterms:created>
  <dcterms:modified xsi:type="dcterms:W3CDTF">2025-09-05T09:02:00Z</dcterms:modified>
</cp:coreProperties>
</file>